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2AA" w:rsidRPr="00C575BC" w:rsidRDefault="005D02AA" w:rsidP="00C575BC">
      <w:pPr>
        <w:spacing w:after="0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Лист коррекции КТП  </w:t>
      </w:r>
      <w:r w:rsidRPr="00C575BC">
        <w:rPr>
          <w:rFonts w:ascii="Times New Roman" w:hAnsi="Times New Roman"/>
          <w:sz w:val="24"/>
          <w:szCs w:val="24"/>
        </w:rPr>
        <w:t>по  родному ( татарскому) языку</w:t>
      </w:r>
      <w:r>
        <w:rPr>
          <w:rFonts w:ascii="Times New Roman" w:hAnsi="Times New Roman"/>
          <w:sz w:val="24"/>
          <w:szCs w:val="24"/>
        </w:rPr>
        <w:t xml:space="preserve"> (с 12.05.20 по 16.05.20)</w:t>
      </w:r>
    </w:p>
    <w:p w:rsidR="005D02AA" w:rsidRPr="00C575BC" w:rsidRDefault="005D02AA" w:rsidP="00C575BC">
      <w:pPr>
        <w:spacing w:after="0"/>
        <w:rPr>
          <w:rFonts w:ascii="Times New Roman" w:hAnsi="Times New Roman"/>
          <w:sz w:val="24"/>
          <w:szCs w:val="24"/>
        </w:rPr>
      </w:pPr>
      <w:r w:rsidRPr="00C575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Ишмухамметова  Г.К.</w:t>
      </w:r>
    </w:p>
    <w:p w:rsidR="005D02AA" w:rsidRDefault="005D02AA" w:rsidP="00C575BC">
      <w:pPr>
        <w:spacing w:after="0"/>
        <w:rPr>
          <w:rFonts w:ascii="Times New Roman" w:hAnsi="Times New Roman"/>
          <w:sz w:val="24"/>
          <w:szCs w:val="24"/>
        </w:rPr>
      </w:pPr>
      <w:r w:rsidRPr="00C575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2"/>
        <w:gridCol w:w="1386"/>
        <w:gridCol w:w="4255"/>
        <w:gridCol w:w="2397"/>
        <w:gridCol w:w="2565"/>
        <w:gridCol w:w="1758"/>
        <w:gridCol w:w="2384"/>
      </w:tblGrid>
      <w:tr w:rsidR="005D02AA" w:rsidRPr="006F7354" w:rsidTr="006F7354">
        <w:tc>
          <w:tcPr>
            <w:tcW w:w="15877" w:type="dxa"/>
            <w:gridSpan w:val="7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почта для связи </w:t>
            </w:r>
            <w:r w:rsidRPr="006F7354">
              <w:rPr>
                <w:rFonts w:ascii="Times New Roman" w:hAnsi="Times New Roman"/>
                <w:sz w:val="28"/>
                <w:szCs w:val="28"/>
                <w:lang w:val="en-US"/>
              </w:rPr>
              <w:t>guliaishmi</w:t>
            </w:r>
            <w:r w:rsidRPr="006F7354">
              <w:rPr>
                <w:rFonts w:ascii="Times New Roman" w:hAnsi="Times New Roman"/>
                <w:sz w:val="28"/>
                <w:szCs w:val="28"/>
              </w:rPr>
              <w:t>@</w:t>
            </w:r>
            <w:r w:rsidRPr="006F7354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6F7354">
              <w:rPr>
                <w:rFonts w:ascii="Times New Roman" w:hAnsi="Times New Roman"/>
                <w:sz w:val="28"/>
                <w:szCs w:val="28"/>
              </w:rPr>
              <w:t>.</w:t>
            </w:r>
            <w:r w:rsidRPr="006F7354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2AA" w:rsidRPr="006F7354" w:rsidTr="00512D15">
        <w:tc>
          <w:tcPr>
            <w:tcW w:w="1132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r w:rsidRPr="006F73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6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255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Тема и ресурс:</w:t>
            </w:r>
          </w:p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397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Форма проведения:</w:t>
            </w:r>
          </w:p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65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</w:p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6F7354">
              <w:rPr>
                <w:rFonts w:ascii="Times New Roman" w:hAnsi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758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84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Форма сдачи заданий</w:t>
            </w:r>
            <w:r w:rsidRPr="006F7354">
              <w:rPr>
                <w:rFonts w:ascii="Times New Roman" w:hAnsi="Times New Roman"/>
                <w:sz w:val="24"/>
                <w:szCs w:val="24"/>
              </w:rPr>
              <w:t xml:space="preserve"> (телефон, эл.почта, виртуальный факультатив, образовательная платформа и т.д.)</w:t>
            </w:r>
          </w:p>
        </w:tc>
      </w:tr>
      <w:tr w:rsidR="005D02AA" w:rsidRPr="006F7354" w:rsidTr="00512D15">
        <w:tc>
          <w:tcPr>
            <w:tcW w:w="1132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4255" w:type="dxa"/>
          </w:tcPr>
          <w:p w:rsidR="005D02AA" w:rsidRDefault="005D02AA" w:rsidP="00513CDC">
            <w:pPr>
              <w:pStyle w:val="a"/>
              <w:contextualSpacing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Шәһәрдә. Безнең шәһәр./Наш город</w:t>
            </w:r>
          </w:p>
          <w:p w:rsidR="005D02AA" w:rsidRPr="00513CDC" w:rsidRDefault="005D02AA" w:rsidP="00513CDC">
            <w:pPr>
              <w:pStyle w:val="a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09C3">
              <w:rPr>
                <w:rFonts w:ascii="Times New Roman" w:hAnsi="Times New Roman"/>
                <w:lang w:val="tt-RU"/>
              </w:rPr>
              <w:t>Тата</w:t>
            </w:r>
            <w:r>
              <w:rPr>
                <w:rFonts w:ascii="Times New Roman" w:hAnsi="Times New Roman"/>
                <w:lang w:val="tt-RU"/>
              </w:rPr>
              <w:t>рстан”шәһәрләре /</w:t>
            </w:r>
            <w:r w:rsidRPr="004B09C3">
              <w:rPr>
                <w:rFonts w:ascii="Times New Roman" w:hAnsi="Times New Roman"/>
                <w:lang w:val="tt-RU"/>
              </w:rPr>
              <w:t>.</w:t>
            </w:r>
            <w:r>
              <w:rPr>
                <w:rFonts w:ascii="Times New Roman" w:hAnsi="Times New Roman"/>
                <w:lang w:val="tt-RU"/>
              </w:rPr>
              <w:t>Города Татарстана.Учебник стр.78</w:t>
            </w:r>
          </w:p>
        </w:tc>
        <w:tc>
          <w:tcPr>
            <w:tcW w:w="2397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58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2384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5D02AA" w:rsidRPr="006F7354" w:rsidTr="00512D15">
        <w:tc>
          <w:tcPr>
            <w:tcW w:w="1132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</w:tcPr>
          <w:p w:rsidR="005D02AA" w:rsidRPr="004629E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29E4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4255" w:type="dxa"/>
          </w:tcPr>
          <w:p w:rsidR="005D02AA" w:rsidRDefault="005D02AA" w:rsidP="00513CDC">
            <w:pPr>
              <w:pStyle w:val="a"/>
              <w:contextualSpacing/>
              <w:rPr>
                <w:rFonts w:ascii="Times New Roman" w:hAnsi="Times New Roman"/>
                <w:lang w:val="tt-RU"/>
              </w:rPr>
            </w:pPr>
            <w:r w:rsidRPr="004B09C3">
              <w:rPr>
                <w:rFonts w:ascii="Times New Roman" w:hAnsi="Times New Roman"/>
                <w:lang w:val="tt-RU"/>
              </w:rPr>
              <w:t>Кайда? Соравы</w:t>
            </w:r>
            <w:r>
              <w:rPr>
                <w:rFonts w:ascii="Times New Roman" w:hAnsi="Times New Roman"/>
                <w:lang w:val="tt-RU"/>
              </w:rPr>
              <w:t>.</w:t>
            </w:r>
            <w:r w:rsidRPr="004B09C3"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  <w:lang w:val="tt-RU"/>
              </w:rPr>
              <w:t>/Вопрос Где?</w:t>
            </w:r>
            <w:r w:rsidRPr="004B09C3">
              <w:rPr>
                <w:rFonts w:ascii="Times New Roman" w:hAnsi="Times New Roman"/>
                <w:lang w:val="tt-RU"/>
              </w:rPr>
              <w:t>“Татарстан”шәһәрләре темасын кабатлау.</w:t>
            </w:r>
            <w:r>
              <w:rPr>
                <w:rFonts w:ascii="Times New Roman" w:hAnsi="Times New Roman"/>
                <w:lang w:val="tt-RU"/>
              </w:rPr>
              <w:t>Города Татарстана.Учебник стр.79</w:t>
            </w:r>
          </w:p>
        </w:tc>
        <w:tc>
          <w:tcPr>
            <w:tcW w:w="2397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5D02AA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2384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5D02AA" w:rsidRPr="006F7354" w:rsidTr="00512D15">
        <w:trPr>
          <w:trHeight w:val="671"/>
        </w:trPr>
        <w:tc>
          <w:tcPr>
            <w:tcW w:w="1132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</w:p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4255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087B">
              <w:rPr>
                <w:rFonts w:ascii="Times New Roman" w:hAnsi="Times New Roman"/>
                <w:kern w:val="3"/>
                <w:sz w:val="24"/>
                <w:szCs w:val="24"/>
                <w:lang w:val="tt-RU"/>
              </w:rPr>
              <w:t>Исем, алмашлык, фигыл</w:t>
            </w:r>
            <w:r w:rsidRPr="0001087B">
              <w:rPr>
                <w:rFonts w:ascii="Times New Roman" w:hAnsi="Times New Roman"/>
                <w:kern w:val="3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val="tt-RU"/>
              </w:rPr>
              <w:t>ләрн</w:t>
            </w:r>
            <w:r w:rsidRPr="00FD72FB">
              <w:rPr>
                <w:rFonts w:ascii="Times New Roman" w:hAnsi="Times New Roman"/>
                <w:kern w:val="3"/>
                <w:sz w:val="24"/>
                <w:szCs w:val="24"/>
                <w:lang w:val="tt-RU"/>
              </w:rPr>
              <w:t xml:space="preserve"> </w:t>
            </w:r>
            <w:r w:rsidRPr="0001087B">
              <w:rPr>
                <w:rFonts w:ascii="Times New Roman" w:hAnsi="Times New Roman"/>
                <w:kern w:val="3"/>
                <w:sz w:val="24"/>
                <w:szCs w:val="24"/>
                <w:lang w:val="tt-RU"/>
              </w:rPr>
              <w:t>кабатлау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val="tt-RU"/>
              </w:rPr>
              <w:t>/</w:t>
            </w:r>
            <w:r>
              <w:t xml:space="preserve"> </w:t>
            </w:r>
            <w:r w:rsidRPr="00FD72FB">
              <w:rPr>
                <w:rFonts w:ascii="Times New Roman" w:hAnsi="Times New Roman"/>
                <w:kern w:val="3"/>
                <w:sz w:val="24"/>
                <w:szCs w:val="24"/>
                <w:lang w:val="tt-RU"/>
              </w:rPr>
              <w:t>повторение</w:t>
            </w:r>
            <w:r>
              <w:rPr>
                <w:rFonts w:ascii="Times New Roman" w:hAnsi="Times New Roman"/>
                <w:kern w:val="3"/>
                <w:sz w:val="24"/>
                <w:szCs w:val="24"/>
                <w:lang w:val="tt-RU"/>
              </w:rPr>
              <w:t xml:space="preserve"> имен существительных,местоимения,глагола Учебник стр.122</w:t>
            </w:r>
          </w:p>
        </w:tc>
        <w:tc>
          <w:tcPr>
            <w:tcW w:w="2397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58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2384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5D02AA" w:rsidRPr="006F7354" w:rsidTr="00512D15">
        <w:tc>
          <w:tcPr>
            <w:tcW w:w="1132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4255" w:type="dxa"/>
          </w:tcPr>
          <w:p w:rsidR="005D02AA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594D">
              <w:rPr>
                <w:rFonts w:ascii="Times New Roman" w:hAnsi="Times New Roman"/>
                <w:sz w:val="24"/>
                <w:szCs w:val="24"/>
                <w:lang w:eastAsia="ru-RU"/>
              </w:rPr>
              <w:t>Минем сәламәтлегем.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Pr="00B143F4">
              <w:t xml:space="preserve"> </w:t>
            </w:r>
            <w:r w:rsidRPr="003C1FEE">
              <w:rPr>
                <w:rFonts w:ascii="Times New Roman" w:hAnsi="Times New Roman"/>
                <w:sz w:val="24"/>
                <w:szCs w:val="24"/>
                <w:lang w:eastAsia="ru-RU"/>
              </w:rPr>
              <w:t>Мое здоровье.</w:t>
            </w:r>
          </w:p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Учебник стр.108</w:t>
            </w:r>
          </w:p>
        </w:tc>
        <w:tc>
          <w:tcPr>
            <w:tcW w:w="2397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 xml:space="preserve"> Выполнить упражнения</w:t>
            </w:r>
          </w:p>
        </w:tc>
        <w:tc>
          <w:tcPr>
            <w:tcW w:w="1758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2384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5D02AA" w:rsidRPr="006F7354" w:rsidTr="00512D15">
        <w:tc>
          <w:tcPr>
            <w:tcW w:w="1132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4255" w:type="dxa"/>
          </w:tcPr>
          <w:p w:rsidR="005D02AA" w:rsidRPr="00E9124D" w:rsidRDefault="005D02AA" w:rsidP="006F7354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Гади җөмлә төрләрен гомумиләштереп кабатлау/Обобщённое повторение видов п</w:t>
            </w:r>
            <w:r>
              <w:rPr>
                <w:rFonts w:ascii="Times New Roman" w:hAnsi="Times New Roman"/>
                <w:noProof/>
              </w:rPr>
              <w:t>ростого предложения. Учебник стр.167</w:t>
            </w:r>
          </w:p>
        </w:tc>
        <w:tc>
          <w:tcPr>
            <w:tcW w:w="2397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58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15.05</w:t>
            </w:r>
          </w:p>
        </w:tc>
        <w:tc>
          <w:tcPr>
            <w:tcW w:w="2384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5D02AA" w:rsidRPr="006F7354" w:rsidTr="00512D15">
        <w:tc>
          <w:tcPr>
            <w:tcW w:w="1132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6F735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9 класс</w:t>
            </w:r>
          </w:p>
          <w:p w:rsidR="005D02AA" w:rsidRPr="006F7354" w:rsidRDefault="005D02AA" w:rsidP="00513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14.05</w:t>
            </w:r>
          </w:p>
        </w:tc>
        <w:tc>
          <w:tcPr>
            <w:tcW w:w="4255" w:type="dxa"/>
          </w:tcPr>
          <w:p w:rsidR="005D02AA" w:rsidRPr="00AD583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D583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Иярчен кире җөмлә/Придаточное обратное.Учебник стр.97</w:t>
            </w:r>
          </w:p>
        </w:tc>
        <w:tc>
          <w:tcPr>
            <w:tcW w:w="2397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58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2384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5D02AA" w:rsidRPr="006F7354" w:rsidTr="00512D15">
        <w:tc>
          <w:tcPr>
            <w:tcW w:w="1132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5D02AA" w:rsidRPr="00CC61FD" w:rsidRDefault="005D02AA" w:rsidP="00CC61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CC61F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10 класс</w:t>
            </w:r>
          </w:p>
          <w:p w:rsidR="005D02AA" w:rsidRPr="00CC61FD" w:rsidRDefault="005D02AA" w:rsidP="00CC6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16.05</w:t>
            </w:r>
          </w:p>
          <w:p w:rsidR="005D02AA" w:rsidRPr="006F7354" w:rsidRDefault="005D02AA" w:rsidP="00CC61FD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255" w:type="dxa"/>
          </w:tcPr>
          <w:p w:rsidR="005D02AA" w:rsidRPr="00AD583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17955">
              <w:rPr>
                <w:rFonts w:ascii="Times New Roman" w:hAnsi="Times New Roman"/>
                <w:sz w:val="24"/>
                <w:szCs w:val="24"/>
                <w:lang w:val="tt-RU"/>
              </w:rPr>
              <w:t>Частицы.пов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торить</w:t>
            </w:r>
            <w:r w:rsidRPr="0001795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Кисәкчәләрне ныгыту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дәресе</w:t>
            </w:r>
            <w:r w:rsidRPr="00017955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Учебник</w:t>
            </w:r>
          </w:p>
        </w:tc>
        <w:tc>
          <w:tcPr>
            <w:tcW w:w="2397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65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758" w:type="dxa"/>
          </w:tcPr>
          <w:p w:rsidR="005D02AA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2384" w:type="dxa"/>
          </w:tcPr>
          <w:p w:rsidR="005D02AA" w:rsidRPr="006F7354" w:rsidRDefault="005D02AA" w:rsidP="006F7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354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</w:tbl>
    <w:p w:rsidR="005D02AA" w:rsidRPr="00B424E0" w:rsidRDefault="005D02AA">
      <w:pPr>
        <w:rPr>
          <w:rFonts w:ascii="Times New Roman" w:hAnsi="Times New Roman"/>
          <w:sz w:val="24"/>
          <w:szCs w:val="24"/>
        </w:rPr>
      </w:pPr>
    </w:p>
    <w:sectPr w:rsidR="005D02AA" w:rsidRPr="00B424E0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2728"/>
    <w:multiLevelType w:val="hybridMultilevel"/>
    <w:tmpl w:val="70503276"/>
    <w:lvl w:ilvl="0" w:tplc="80FE33EC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E794E34"/>
    <w:multiLevelType w:val="hybridMultilevel"/>
    <w:tmpl w:val="7CDEF074"/>
    <w:lvl w:ilvl="0" w:tplc="B172063C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1C6"/>
    <w:rsid w:val="000029FD"/>
    <w:rsid w:val="000068DA"/>
    <w:rsid w:val="0001087B"/>
    <w:rsid w:val="000144D9"/>
    <w:rsid w:val="00017955"/>
    <w:rsid w:val="00027121"/>
    <w:rsid w:val="00041D79"/>
    <w:rsid w:val="00060A92"/>
    <w:rsid w:val="00063738"/>
    <w:rsid w:val="000A6117"/>
    <w:rsid w:val="000B45C0"/>
    <w:rsid w:val="000C24CB"/>
    <w:rsid w:val="000C64AD"/>
    <w:rsid w:val="000F5A22"/>
    <w:rsid w:val="001002A1"/>
    <w:rsid w:val="001133D1"/>
    <w:rsid w:val="0012292E"/>
    <w:rsid w:val="00126AC8"/>
    <w:rsid w:val="001272CA"/>
    <w:rsid w:val="001400AB"/>
    <w:rsid w:val="0014410A"/>
    <w:rsid w:val="0016698F"/>
    <w:rsid w:val="00195997"/>
    <w:rsid w:val="001B129D"/>
    <w:rsid w:val="001B4BE2"/>
    <w:rsid w:val="001B609B"/>
    <w:rsid w:val="001C2FC5"/>
    <w:rsid w:val="001D40B5"/>
    <w:rsid w:val="001E71C2"/>
    <w:rsid w:val="00202A2A"/>
    <w:rsid w:val="002044A3"/>
    <w:rsid w:val="002512E8"/>
    <w:rsid w:val="002530C8"/>
    <w:rsid w:val="00254CF9"/>
    <w:rsid w:val="00273249"/>
    <w:rsid w:val="002B0F99"/>
    <w:rsid w:val="002B1520"/>
    <w:rsid w:val="00302AD8"/>
    <w:rsid w:val="003106CD"/>
    <w:rsid w:val="00343B2E"/>
    <w:rsid w:val="00351CFC"/>
    <w:rsid w:val="00395362"/>
    <w:rsid w:val="003B48F7"/>
    <w:rsid w:val="003B5E94"/>
    <w:rsid w:val="003C1FEE"/>
    <w:rsid w:val="003C449E"/>
    <w:rsid w:val="003C594D"/>
    <w:rsid w:val="003E0515"/>
    <w:rsid w:val="003E4DB1"/>
    <w:rsid w:val="00436D55"/>
    <w:rsid w:val="004629E4"/>
    <w:rsid w:val="00477152"/>
    <w:rsid w:val="00486CEC"/>
    <w:rsid w:val="00497E70"/>
    <w:rsid w:val="004B09C3"/>
    <w:rsid w:val="004B2B09"/>
    <w:rsid w:val="004C3A9A"/>
    <w:rsid w:val="004E5E7B"/>
    <w:rsid w:val="004F314E"/>
    <w:rsid w:val="00503B6E"/>
    <w:rsid w:val="00512D15"/>
    <w:rsid w:val="00513CDC"/>
    <w:rsid w:val="0052152B"/>
    <w:rsid w:val="00523966"/>
    <w:rsid w:val="00533461"/>
    <w:rsid w:val="00533EE7"/>
    <w:rsid w:val="00547D4A"/>
    <w:rsid w:val="00557F29"/>
    <w:rsid w:val="005B3C35"/>
    <w:rsid w:val="005D02AA"/>
    <w:rsid w:val="005D369C"/>
    <w:rsid w:val="005D5F83"/>
    <w:rsid w:val="005F2206"/>
    <w:rsid w:val="006303D7"/>
    <w:rsid w:val="0063089A"/>
    <w:rsid w:val="00634EA0"/>
    <w:rsid w:val="00684758"/>
    <w:rsid w:val="006B2DA1"/>
    <w:rsid w:val="006C3ECF"/>
    <w:rsid w:val="006D21F5"/>
    <w:rsid w:val="006F7354"/>
    <w:rsid w:val="00715E5A"/>
    <w:rsid w:val="00717BBA"/>
    <w:rsid w:val="00764338"/>
    <w:rsid w:val="00764888"/>
    <w:rsid w:val="00773A2F"/>
    <w:rsid w:val="00777436"/>
    <w:rsid w:val="007A669C"/>
    <w:rsid w:val="007B2CBD"/>
    <w:rsid w:val="007C0AC9"/>
    <w:rsid w:val="007E1C49"/>
    <w:rsid w:val="00812982"/>
    <w:rsid w:val="00813629"/>
    <w:rsid w:val="0081460B"/>
    <w:rsid w:val="00826880"/>
    <w:rsid w:val="00832EAC"/>
    <w:rsid w:val="008358C6"/>
    <w:rsid w:val="00843A51"/>
    <w:rsid w:val="008532FD"/>
    <w:rsid w:val="0085715B"/>
    <w:rsid w:val="00870677"/>
    <w:rsid w:val="008856FE"/>
    <w:rsid w:val="008C4F9D"/>
    <w:rsid w:val="008C691D"/>
    <w:rsid w:val="008D3CFD"/>
    <w:rsid w:val="008F489A"/>
    <w:rsid w:val="008F4D10"/>
    <w:rsid w:val="009042C3"/>
    <w:rsid w:val="00915040"/>
    <w:rsid w:val="00921911"/>
    <w:rsid w:val="009319A0"/>
    <w:rsid w:val="0093264A"/>
    <w:rsid w:val="009412FF"/>
    <w:rsid w:val="009429BB"/>
    <w:rsid w:val="00962A6C"/>
    <w:rsid w:val="00975508"/>
    <w:rsid w:val="00994011"/>
    <w:rsid w:val="009A014B"/>
    <w:rsid w:val="009A3AC4"/>
    <w:rsid w:val="009B5EE3"/>
    <w:rsid w:val="009B5FCE"/>
    <w:rsid w:val="009F657D"/>
    <w:rsid w:val="00A0030F"/>
    <w:rsid w:val="00A24FF2"/>
    <w:rsid w:val="00A41599"/>
    <w:rsid w:val="00A56EA9"/>
    <w:rsid w:val="00A602BC"/>
    <w:rsid w:val="00A90EB3"/>
    <w:rsid w:val="00A93A8E"/>
    <w:rsid w:val="00A93FF1"/>
    <w:rsid w:val="00A9658A"/>
    <w:rsid w:val="00AA39B2"/>
    <w:rsid w:val="00AC0236"/>
    <w:rsid w:val="00AD5834"/>
    <w:rsid w:val="00B11510"/>
    <w:rsid w:val="00B143F4"/>
    <w:rsid w:val="00B244E7"/>
    <w:rsid w:val="00B25C42"/>
    <w:rsid w:val="00B322E8"/>
    <w:rsid w:val="00B34F10"/>
    <w:rsid w:val="00B36402"/>
    <w:rsid w:val="00B424E0"/>
    <w:rsid w:val="00B53393"/>
    <w:rsid w:val="00B83102"/>
    <w:rsid w:val="00B84AD7"/>
    <w:rsid w:val="00BA7E47"/>
    <w:rsid w:val="00BB074E"/>
    <w:rsid w:val="00BC55E9"/>
    <w:rsid w:val="00BC713C"/>
    <w:rsid w:val="00BD0C03"/>
    <w:rsid w:val="00BE31C6"/>
    <w:rsid w:val="00C04C33"/>
    <w:rsid w:val="00C201EC"/>
    <w:rsid w:val="00C525D8"/>
    <w:rsid w:val="00C575BC"/>
    <w:rsid w:val="00C57AFF"/>
    <w:rsid w:val="00C866B0"/>
    <w:rsid w:val="00CA742A"/>
    <w:rsid w:val="00CC61FD"/>
    <w:rsid w:val="00CD788A"/>
    <w:rsid w:val="00CF6123"/>
    <w:rsid w:val="00D06395"/>
    <w:rsid w:val="00D11AAF"/>
    <w:rsid w:val="00D11B2C"/>
    <w:rsid w:val="00D21BFB"/>
    <w:rsid w:val="00D33BC7"/>
    <w:rsid w:val="00D550E1"/>
    <w:rsid w:val="00D62CF9"/>
    <w:rsid w:val="00D660B8"/>
    <w:rsid w:val="00D669C9"/>
    <w:rsid w:val="00D948D5"/>
    <w:rsid w:val="00DA4058"/>
    <w:rsid w:val="00DB1B73"/>
    <w:rsid w:val="00DC2D04"/>
    <w:rsid w:val="00DC7D7B"/>
    <w:rsid w:val="00DD44FB"/>
    <w:rsid w:val="00E11325"/>
    <w:rsid w:val="00E3585E"/>
    <w:rsid w:val="00E5664F"/>
    <w:rsid w:val="00E670F0"/>
    <w:rsid w:val="00E9124D"/>
    <w:rsid w:val="00E93BCD"/>
    <w:rsid w:val="00EC093E"/>
    <w:rsid w:val="00EC71FF"/>
    <w:rsid w:val="00EE014C"/>
    <w:rsid w:val="00EF6A34"/>
    <w:rsid w:val="00F210C9"/>
    <w:rsid w:val="00F35499"/>
    <w:rsid w:val="00F529FD"/>
    <w:rsid w:val="00F60CC0"/>
    <w:rsid w:val="00F70479"/>
    <w:rsid w:val="00F82237"/>
    <w:rsid w:val="00FA3AB0"/>
    <w:rsid w:val="00FB1F32"/>
    <w:rsid w:val="00FC7D44"/>
    <w:rsid w:val="00FD6162"/>
    <w:rsid w:val="00FD7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2B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24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Без интервала"/>
    <w:link w:val="a0"/>
    <w:uiPriority w:val="99"/>
    <w:rsid w:val="002B1520"/>
    <w:rPr>
      <w:rFonts w:eastAsia="Times New Roman"/>
      <w:lang w:eastAsia="en-US"/>
    </w:rPr>
  </w:style>
  <w:style w:type="character" w:customStyle="1" w:styleId="a0">
    <w:name w:val="Без интервала Знак"/>
    <w:link w:val="a"/>
    <w:uiPriority w:val="99"/>
    <w:locked/>
    <w:rsid w:val="002B1520"/>
    <w:rPr>
      <w:rFonts w:eastAsia="Times New Roman"/>
      <w:sz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266</TotalTime>
  <Pages>1</Pages>
  <Words>300</Words>
  <Characters>1715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176</cp:revision>
  <dcterms:created xsi:type="dcterms:W3CDTF">2020-03-27T05:47:00Z</dcterms:created>
  <dcterms:modified xsi:type="dcterms:W3CDTF">2020-05-02T11:03:00Z</dcterms:modified>
</cp:coreProperties>
</file>